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588"/>
        <w:gridCol w:w="1588"/>
        <w:gridCol w:w="1842"/>
        <w:gridCol w:w="1842"/>
        <w:gridCol w:w="2240"/>
        <w:gridCol w:w="2268"/>
        <w:gridCol w:w="1517"/>
      </w:tblGrid>
      <w:tr w:rsidR="00A42A87" w:rsidRPr="006178CE" w:rsidTr="00A42A87">
        <w:tc>
          <w:tcPr>
            <w:tcW w:w="1781" w:type="dxa"/>
          </w:tcPr>
          <w:p w:rsidR="00A42A87" w:rsidRPr="001F691C" w:rsidRDefault="00567164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Achievement Indicators</w:t>
            </w:r>
          </w:p>
        </w:tc>
        <w:tc>
          <w:tcPr>
            <w:tcW w:w="1588" w:type="dxa"/>
          </w:tcPr>
          <w:p w:rsidR="00A42A87" w:rsidRPr="001F691C" w:rsidRDefault="00567164" w:rsidP="007D18B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7</w:t>
            </w:r>
          </w:p>
        </w:tc>
        <w:tc>
          <w:tcPr>
            <w:tcW w:w="1588" w:type="dxa"/>
          </w:tcPr>
          <w:p w:rsidR="00A42A87" w:rsidRPr="001F691C" w:rsidRDefault="00567164" w:rsidP="0024043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8</w:t>
            </w:r>
          </w:p>
        </w:tc>
        <w:tc>
          <w:tcPr>
            <w:tcW w:w="1842" w:type="dxa"/>
          </w:tcPr>
          <w:p w:rsidR="00A42A87" w:rsidRPr="00615745" w:rsidRDefault="00567164" w:rsidP="0088638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9</w:t>
            </w:r>
          </w:p>
        </w:tc>
        <w:tc>
          <w:tcPr>
            <w:tcW w:w="1842" w:type="dxa"/>
          </w:tcPr>
          <w:p w:rsidR="00A42A87" w:rsidRPr="001F691C" w:rsidRDefault="000C10CF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10</w:t>
            </w:r>
          </w:p>
        </w:tc>
        <w:tc>
          <w:tcPr>
            <w:tcW w:w="2240" w:type="dxa"/>
          </w:tcPr>
          <w:p w:rsidR="00A42A87" w:rsidRPr="006178CE" w:rsidRDefault="000C10CF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11</w:t>
            </w:r>
          </w:p>
        </w:tc>
        <w:tc>
          <w:tcPr>
            <w:tcW w:w="2268" w:type="dxa"/>
          </w:tcPr>
          <w:p w:rsidR="00A42A87" w:rsidRPr="00C464FC" w:rsidRDefault="00A42A87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17" w:type="dxa"/>
          </w:tcPr>
          <w:p w:rsidR="00A42A87" w:rsidRPr="00615745" w:rsidRDefault="00A42A87" w:rsidP="006F696E">
            <w:pPr>
              <w:jc w:val="center"/>
              <w:rPr>
                <w:b/>
                <w:lang w:val="en-US"/>
              </w:rPr>
            </w:pPr>
          </w:p>
        </w:tc>
      </w:tr>
      <w:tr w:rsidR="00A42A87" w:rsidRPr="00615745" w:rsidTr="00A42A87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567164" w:rsidRPr="00254E3E" w:rsidRDefault="00567164" w:rsidP="00567164">
            <w:pPr>
              <w:autoSpaceDE w:val="0"/>
              <w:autoSpaceDN w:val="0"/>
              <w:adjustRightInd w:val="0"/>
              <w:rPr>
                <w:rFonts w:ascii="Calibri" w:hAnsi="Calibri"/>
                <w:strike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254E3E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Follows two-step directions showing understanding (phase 2)Unit 1)</w:t>
            </w:r>
          </w:p>
          <w:p w:rsidR="00567164" w:rsidRPr="00C36E95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  <w:p w:rsidR="00567164" w:rsidRPr="00D1177E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54E3E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54E3E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254E3E">
              <w:rPr>
                <w:rFonts w:ascii="Calibri" w:hAnsi="Calibri"/>
                <w:sz w:val="20"/>
                <w:szCs w:val="20"/>
                <w:lang w:val="en-US"/>
              </w:rPr>
              <w:t>Recognizes some beginning sounds in one syllable words from poems, rhymes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567164" w:rsidRPr="00B24AD9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color w:val="000000"/>
                <w:sz w:val="16"/>
                <w:szCs w:val="16"/>
                <w:lang w:val="en-GB"/>
              </w:rPr>
            </w:pPr>
          </w:p>
          <w:p w:rsidR="00567164" w:rsidRPr="00D1177E" w:rsidRDefault="00567164" w:rsidP="0056716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R</w:t>
            </w:r>
            <w:proofErr w:type="spellStart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ecognizes</w:t>
            </w:r>
            <w:proofErr w:type="spellEnd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high frequency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words in sentences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A42A87" w:rsidRPr="001164CE" w:rsidRDefault="00A42A87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F05C6E" w:rsidRDefault="00A42A87" w:rsidP="007D18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B34852" w:rsidRDefault="00A42A87" w:rsidP="00240437">
            <w:pPr>
              <w:rPr>
                <w:b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5A600A" w:rsidRDefault="00A42A87" w:rsidP="0088638B">
            <w:pPr>
              <w:rPr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B34852" w:rsidRDefault="00A42A87" w:rsidP="00B34852">
            <w:pPr>
              <w:rPr>
                <w:b/>
                <w:lang w:val="en-US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A42A87" w:rsidRPr="005A600A" w:rsidRDefault="00A42A87" w:rsidP="00615745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2A87" w:rsidRPr="005A600A" w:rsidRDefault="00A42A87" w:rsidP="00C464FC">
            <w:pPr>
              <w:rPr>
                <w:lang w:val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A42A87" w:rsidRPr="005A600A" w:rsidRDefault="00A42A87" w:rsidP="00FA2415">
            <w:pPr>
              <w:rPr>
                <w:lang w:val="en-US"/>
              </w:rPr>
            </w:pPr>
          </w:p>
        </w:tc>
      </w:tr>
      <w:tr w:rsidR="00A42A87" w:rsidRPr="00787DE2" w:rsidTr="00A42A87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567164" w:rsidRPr="00D1177E" w:rsidRDefault="00567164" w:rsidP="0056716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Uses learnt structures to communicate in daily interactions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(I/we went to, I am going to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567164" w:rsidRPr="00B24AD9" w:rsidRDefault="00567164" w:rsidP="00567164">
            <w:pPr>
              <w:framePr w:hSpace="141" w:wrap="around" w:vAnchor="text" w:hAnchor="text" w:y="1"/>
              <w:suppressOverlap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A42A87" w:rsidRPr="00615745" w:rsidRDefault="00567164" w:rsidP="00567164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</w:rPr>
              <w:sym w:font="Wingdings 2" w:char="F052"/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 Gives examples of words with the beginning sound requested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Default="00787DE2" w:rsidP="007D18B7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Dice game: </w:t>
            </w:r>
          </w:p>
          <w:p w:rsidR="00787DE2" w:rsidRDefault="00787DE2" w:rsidP="007D18B7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“I went to…”</w:t>
            </w:r>
          </w:p>
          <w:p w:rsidR="00482D1F" w:rsidRDefault="00482D1F" w:rsidP="007D18B7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Introduce predictable chart: Monday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Monday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what did I see?</w:t>
            </w:r>
          </w:p>
          <w:p w:rsidR="00482D1F" w:rsidRDefault="00482D1F" w:rsidP="007D18B7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2D1F" w:rsidRPr="006178CE" w:rsidRDefault="00F84F8C" w:rsidP="00F84F8C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Introduce s</w:t>
            </w:r>
            <w:bookmarkStart w:id="0" w:name="_GoBack"/>
            <w:bookmarkEnd w:id="0"/>
            <w:r w:rsidR="00482D1F">
              <w:rPr>
                <w:rFonts w:asciiTheme="minorHAnsi" w:hAnsiTheme="minorHAnsi" w:cstheme="minorHAnsi"/>
                <w:sz w:val="20"/>
                <w:szCs w:val="20"/>
              </w:rPr>
              <w:t>ound /b/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A42A87" w:rsidRPr="004B48F8" w:rsidRDefault="00A42A87" w:rsidP="00240437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2825A2" w:rsidRDefault="00A42A87" w:rsidP="0088638B">
            <w:pPr>
              <w:ind w:left="360"/>
              <w:rPr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2A87" w:rsidRPr="00A42A87" w:rsidRDefault="00A42A87" w:rsidP="00A42A8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A42A87" w:rsidRPr="005A600A" w:rsidRDefault="00A42A87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42A87" w:rsidRPr="005A600A" w:rsidRDefault="00A42A87">
            <w:pPr>
              <w:rPr>
                <w:lang w:val="en-US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A42A87" w:rsidRPr="005A600A" w:rsidRDefault="00A42A87" w:rsidP="00536452">
            <w:pPr>
              <w:rPr>
                <w:lang w:val="en-US"/>
              </w:rPr>
            </w:pPr>
          </w:p>
        </w:tc>
      </w:tr>
      <w:tr w:rsidR="00A42A87" w:rsidRPr="00567164" w:rsidTr="00A42A87">
        <w:trPr>
          <w:trHeight w:val="2334"/>
        </w:trPr>
        <w:tc>
          <w:tcPr>
            <w:tcW w:w="1781" w:type="dxa"/>
          </w:tcPr>
          <w:p w:rsidR="00A42A87" w:rsidRPr="00861282" w:rsidRDefault="00567164" w:rsidP="00EE4265">
            <w:pPr>
              <w:pStyle w:val="NoSpacing"/>
              <w:rPr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</w:rPr>
              <w:sym w:font="Wingdings 2" w:char="F052"/>
            </w:r>
            <w:r w:rsidRPr="00B24AD9"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 xml:space="preserve"> </w:t>
            </w:r>
            <w:r w:rsidRPr="00254E3E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Locate familiar visual texts in magazines, advertising, catalogues and connect them with associated products (phase 1) (codes-unit 1)</w:t>
            </w:r>
          </w:p>
        </w:tc>
        <w:tc>
          <w:tcPr>
            <w:tcW w:w="1588" w:type="dxa"/>
          </w:tcPr>
          <w:p w:rsidR="00A42A87" w:rsidRPr="00861282" w:rsidRDefault="00A42A87" w:rsidP="007D18B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Pr="00AD48C4" w:rsidRDefault="00A42A87" w:rsidP="0024043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AD48C4" w:rsidRDefault="00A42A87" w:rsidP="0088638B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AD48C4" w:rsidRDefault="00A42A87" w:rsidP="00A42A87">
            <w:pPr>
              <w:rPr>
                <w:lang w:val="en-US"/>
              </w:rPr>
            </w:pPr>
          </w:p>
        </w:tc>
        <w:tc>
          <w:tcPr>
            <w:tcW w:w="2240" w:type="dxa"/>
          </w:tcPr>
          <w:p w:rsidR="00A42A87" w:rsidRPr="00AD48C4" w:rsidRDefault="00A42A87" w:rsidP="00A42A87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AD48C4" w:rsidRDefault="00A42A87" w:rsidP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AD48C4" w:rsidRDefault="00A42A87" w:rsidP="006F696E">
            <w:pPr>
              <w:rPr>
                <w:lang w:val="en-US"/>
              </w:rPr>
            </w:pPr>
          </w:p>
        </w:tc>
      </w:tr>
      <w:tr w:rsidR="00A42A87" w:rsidRPr="00567164" w:rsidTr="00A42A87">
        <w:trPr>
          <w:trHeight w:val="1272"/>
        </w:trPr>
        <w:tc>
          <w:tcPr>
            <w:tcW w:w="1781" w:type="dxa"/>
          </w:tcPr>
          <w:p w:rsidR="00567164" w:rsidRDefault="00567164" w:rsidP="0056716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sym w:font="Wingdings 2" w:char="F052"/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Indentifies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some parts of the book(title-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author-illustrator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-from front cover- back cover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</w:t>
            </w:r>
          </w:p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</w:p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</w:p>
          <w:p w:rsidR="00567164" w:rsidRPr="00F52B38" w:rsidRDefault="00567164" w:rsidP="0056716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Responds actively to read aloud situations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(makes predictions)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567164" w:rsidRPr="00B24AD9" w:rsidRDefault="00567164" w:rsidP="0056716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42A87" w:rsidRPr="00E54AE3" w:rsidRDefault="00567164" w:rsidP="00567164">
            <w:pPr>
              <w:rPr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Reads and understands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high-frequency words.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</w:t>
            </w:r>
          </w:p>
        </w:tc>
        <w:tc>
          <w:tcPr>
            <w:tcW w:w="1588" w:type="dxa"/>
          </w:tcPr>
          <w:p w:rsidR="00A42A87" w:rsidRDefault="00567164" w:rsidP="007D18B7">
            <w:pPr>
              <w:rPr>
                <w:lang w:val="en-US"/>
              </w:rPr>
            </w:pPr>
            <w:r>
              <w:rPr>
                <w:lang w:val="en-US"/>
              </w:rPr>
              <w:t>Cookies week</w:t>
            </w:r>
          </w:p>
          <w:p w:rsidR="00567164" w:rsidRDefault="00567164" w:rsidP="007D18B7">
            <w:pPr>
              <w:rPr>
                <w:lang w:val="en-US"/>
              </w:rPr>
            </w:pPr>
            <w:r>
              <w:rPr>
                <w:lang w:val="en-US"/>
              </w:rPr>
              <w:t>Simple reading</w:t>
            </w:r>
            <w:r w:rsidR="00BA107C">
              <w:rPr>
                <w:lang w:val="en-US"/>
              </w:rPr>
              <w:t xml:space="preserve"> and on Monday send h</w:t>
            </w:r>
            <w:r w:rsidR="00BA107C">
              <w:rPr>
                <w:lang w:val="en-US"/>
              </w:rPr>
              <w:t>omework about</w:t>
            </w:r>
            <w:r w:rsidR="00BA107C">
              <w:rPr>
                <w:lang w:val="en-US"/>
              </w:rPr>
              <w:t xml:space="preserve"> children´s daily activities</w:t>
            </w:r>
          </w:p>
          <w:p w:rsidR="00BA107C" w:rsidRDefault="00BA107C" w:rsidP="007D18B7">
            <w:pPr>
              <w:rPr>
                <w:lang w:val="en-US"/>
              </w:rPr>
            </w:pPr>
            <w:r>
              <w:rPr>
                <w:lang w:val="en-US"/>
              </w:rPr>
              <w:t>“I went to…”</w:t>
            </w:r>
          </w:p>
          <w:p w:rsidR="00567164" w:rsidRPr="00FA53AC" w:rsidRDefault="00567164" w:rsidP="00BA107C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BC1081" w:rsidP="00240437">
            <w:pPr>
              <w:rPr>
                <w:lang w:val="en-GB"/>
              </w:rPr>
            </w:pPr>
            <w:r>
              <w:rPr>
                <w:lang w:val="en-GB"/>
              </w:rPr>
              <w:t>Complete the chart:</w:t>
            </w:r>
          </w:p>
          <w:p w:rsidR="00BC1081" w:rsidRPr="008132BC" w:rsidRDefault="00BC1081" w:rsidP="00240437">
            <w:pPr>
              <w:rPr>
                <w:lang w:val="en-GB"/>
              </w:rPr>
            </w:pPr>
            <w:r w:rsidRPr="00364DA9">
              <w:rPr>
                <w:i/>
                <w:lang w:val="en-GB"/>
              </w:rPr>
              <w:t>Who-where-what</w:t>
            </w:r>
            <w:r w:rsidR="005F126F">
              <w:rPr>
                <w:lang w:val="en-GB"/>
              </w:rPr>
              <w:t xml:space="preserve"> collecting the whole week activities</w:t>
            </w:r>
            <w:r w:rsidR="00364DA9">
              <w:rPr>
                <w:lang w:val="en-GB"/>
              </w:rPr>
              <w:t xml:space="preserve"> children did</w:t>
            </w:r>
            <w:r w:rsidR="007044BE">
              <w:rPr>
                <w:lang w:val="en-GB"/>
              </w:rPr>
              <w:t>.</w:t>
            </w:r>
          </w:p>
        </w:tc>
        <w:tc>
          <w:tcPr>
            <w:tcW w:w="1842" w:type="dxa"/>
          </w:tcPr>
          <w:p w:rsidR="00A42A87" w:rsidRPr="00433C4B" w:rsidRDefault="00BC1081" w:rsidP="0088638B">
            <w:pPr>
              <w:rPr>
                <w:lang w:val="en-GB"/>
              </w:rPr>
            </w:pPr>
            <w:r>
              <w:rPr>
                <w:lang w:val="en-GB"/>
              </w:rPr>
              <w:t xml:space="preserve">Fill out the </w:t>
            </w:r>
            <w:r w:rsidR="00B31A55">
              <w:rPr>
                <w:lang w:val="en-GB"/>
              </w:rPr>
              <w:t xml:space="preserve">weekend </w:t>
            </w:r>
            <w:r>
              <w:rPr>
                <w:lang w:val="en-GB"/>
              </w:rPr>
              <w:t>chart but only on Mondays</w:t>
            </w:r>
          </w:p>
        </w:tc>
        <w:tc>
          <w:tcPr>
            <w:tcW w:w="1842" w:type="dxa"/>
          </w:tcPr>
          <w:p w:rsidR="00A42A87" w:rsidRPr="008132BC" w:rsidRDefault="00A42A87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53645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  <w:tr w:rsidR="00A42A87" w:rsidRPr="00567164" w:rsidTr="00A42A87">
        <w:trPr>
          <w:trHeight w:val="1272"/>
        </w:trPr>
        <w:tc>
          <w:tcPr>
            <w:tcW w:w="1781" w:type="dxa"/>
          </w:tcPr>
          <w:p w:rsidR="00567164" w:rsidRDefault="00567164" w:rsidP="00567164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>”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”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 xml:space="preserve">(Phase 1) (My Weekend: who, where and what) </w:t>
            </w:r>
          </w:p>
          <w:p w:rsidR="00A42A87" w:rsidRPr="00B24AD9" w:rsidRDefault="00A42A87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A42A87" w:rsidRPr="00FA53AC" w:rsidRDefault="00A42A87" w:rsidP="007D18B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24043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D536B9" w:rsidRDefault="00A42A87" w:rsidP="0088638B">
            <w:pPr>
              <w:rPr>
                <w:lang w:val="en-GB"/>
              </w:rPr>
            </w:pPr>
          </w:p>
        </w:tc>
        <w:tc>
          <w:tcPr>
            <w:tcW w:w="1842" w:type="dxa"/>
          </w:tcPr>
          <w:p w:rsidR="00A42A87" w:rsidRPr="00D536B9" w:rsidRDefault="00A42A87" w:rsidP="00D536B9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536452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  <w:tr w:rsidR="00A42A87" w:rsidRPr="00567164" w:rsidTr="00A42A87">
        <w:trPr>
          <w:trHeight w:val="1272"/>
        </w:trPr>
        <w:tc>
          <w:tcPr>
            <w:tcW w:w="1781" w:type="dxa"/>
          </w:tcPr>
          <w:p w:rsidR="00A42A87" w:rsidRPr="00D536B9" w:rsidRDefault="00A42A87" w:rsidP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7D18B7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A42A87" w:rsidRDefault="00A42A87" w:rsidP="00536452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FA53AC" w:rsidRDefault="00A42A87" w:rsidP="0088638B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A42A87" w:rsidRPr="008132BC" w:rsidRDefault="00A42A87" w:rsidP="00EE4265">
            <w:pPr>
              <w:rPr>
                <w:lang w:val="en-GB"/>
              </w:rPr>
            </w:pPr>
          </w:p>
        </w:tc>
        <w:tc>
          <w:tcPr>
            <w:tcW w:w="2240" w:type="dxa"/>
          </w:tcPr>
          <w:p w:rsidR="00A42A87" w:rsidRPr="00FA53AC" w:rsidRDefault="00A42A87" w:rsidP="00A42A87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A42A87" w:rsidRPr="00FA53AC" w:rsidRDefault="00A42A87" w:rsidP="00A42A87">
            <w:pPr>
              <w:rPr>
                <w:lang w:val="en-US"/>
              </w:rPr>
            </w:pPr>
          </w:p>
        </w:tc>
        <w:tc>
          <w:tcPr>
            <w:tcW w:w="1517" w:type="dxa"/>
          </w:tcPr>
          <w:p w:rsidR="00A42A87" w:rsidRPr="00FA53AC" w:rsidRDefault="00A42A87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63C60"/>
    <w:multiLevelType w:val="hybridMultilevel"/>
    <w:tmpl w:val="8CCE2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0C10CF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45788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64DA9"/>
    <w:rsid w:val="0038020B"/>
    <w:rsid w:val="003956E8"/>
    <w:rsid w:val="00433C4B"/>
    <w:rsid w:val="0044180B"/>
    <w:rsid w:val="0044297C"/>
    <w:rsid w:val="0045346E"/>
    <w:rsid w:val="00482D1F"/>
    <w:rsid w:val="004B48F8"/>
    <w:rsid w:val="004D306F"/>
    <w:rsid w:val="004F5538"/>
    <w:rsid w:val="00536452"/>
    <w:rsid w:val="005509B4"/>
    <w:rsid w:val="00567164"/>
    <w:rsid w:val="005711A4"/>
    <w:rsid w:val="005738F7"/>
    <w:rsid w:val="005A600A"/>
    <w:rsid w:val="005F126F"/>
    <w:rsid w:val="00615745"/>
    <w:rsid w:val="006178CE"/>
    <w:rsid w:val="006324A2"/>
    <w:rsid w:val="006664D5"/>
    <w:rsid w:val="00682766"/>
    <w:rsid w:val="00695040"/>
    <w:rsid w:val="006A1842"/>
    <w:rsid w:val="006F2DB8"/>
    <w:rsid w:val="006F696E"/>
    <w:rsid w:val="007044BE"/>
    <w:rsid w:val="00726FEB"/>
    <w:rsid w:val="007432E0"/>
    <w:rsid w:val="00785B55"/>
    <w:rsid w:val="00787DE2"/>
    <w:rsid w:val="007E3654"/>
    <w:rsid w:val="00806C01"/>
    <w:rsid w:val="0081077E"/>
    <w:rsid w:val="008132BC"/>
    <w:rsid w:val="00843566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7367D"/>
    <w:rsid w:val="00975492"/>
    <w:rsid w:val="00993DC1"/>
    <w:rsid w:val="009D55ED"/>
    <w:rsid w:val="009F0181"/>
    <w:rsid w:val="00A14C1C"/>
    <w:rsid w:val="00A27465"/>
    <w:rsid w:val="00A352BF"/>
    <w:rsid w:val="00A422EC"/>
    <w:rsid w:val="00A42A87"/>
    <w:rsid w:val="00A47530"/>
    <w:rsid w:val="00A502B5"/>
    <w:rsid w:val="00A70323"/>
    <w:rsid w:val="00AB62C6"/>
    <w:rsid w:val="00AD48C4"/>
    <w:rsid w:val="00AE4D95"/>
    <w:rsid w:val="00B227C3"/>
    <w:rsid w:val="00B31A55"/>
    <w:rsid w:val="00B34852"/>
    <w:rsid w:val="00B37407"/>
    <w:rsid w:val="00B453BB"/>
    <w:rsid w:val="00B81719"/>
    <w:rsid w:val="00BA107C"/>
    <w:rsid w:val="00BC1081"/>
    <w:rsid w:val="00C32341"/>
    <w:rsid w:val="00C331DD"/>
    <w:rsid w:val="00C464FC"/>
    <w:rsid w:val="00C554C1"/>
    <w:rsid w:val="00CD156A"/>
    <w:rsid w:val="00CE1AB7"/>
    <w:rsid w:val="00D536B9"/>
    <w:rsid w:val="00E01EE4"/>
    <w:rsid w:val="00E20E5B"/>
    <w:rsid w:val="00E25D32"/>
    <w:rsid w:val="00E54AE3"/>
    <w:rsid w:val="00E6457B"/>
    <w:rsid w:val="00E82DED"/>
    <w:rsid w:val="00EE4265"/>
    <w:rsid w:val="00F046FC"/>
    <w:rsid w:val="00F05C6E"/>
    <w:rsid w:val="00F20AA3"/>
    <w:rsid w:val="00F24489"/>
    <w:rsid w:val="00F32345"/>
    <w:rsid w:val="00F84F8C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6716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character" w:customStyle="1" w:styleId="HeaderChar">
    <w:name w:val="Header Char"/>
    <w:basedOn w:val="DefaultParagraphFont"/>
    <w:link w:val="Header"/>
    <w:rsid w:val="0056716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6716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character" w:customStyle="1" w:styleId="HeaderChar">
    <w:name w:val="Header Char"/>
    <w:basedOn w:val="DefaultParagraphFont"/>
    <w:link w:val="Header"/>
    <w:rsid w:val="0056716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65340-6FB4-4651-A0E1-B1397847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22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Portatil CCB</cp:lastModifiedBy>
  <cp:revision>16</cp:revision>
  <cp:lastPrinted>2012-11-15T19:02:00Z</cp:lastPrinted>
  <dcterms:created xsi:type="dcterms:W3CDTF">2013-09-17T19:38:00Z</dcterms:created>
  <dcterms:modified xsi:type="dcterms:W3CDTF">2013-09-17T20:01:00Z</dcterms:modified>
</cp:coreProperties>
</file>